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642B4FA" w:rsidR="00E96C58" w:rsidRDefault="004B3667" w:rsidP="002B4177">
      <w:r>
        <w:t xml:space="preserve">Vooraan is de hang wc </w:t>
      </w:r>
      <w:r w:rsidR="00522928">
        <w:t>afgerond rechthoekig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>De dorsale vlakken lopen naar binnen toe tov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038F887F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35B539CC" w:rsidR="008A5169" w:rsidRDefault="007B49B6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4771663" wp14:editId="61DF187A">
            <wp:extent cx="5977255" cy="40290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02F8" w14:textId="77777777" w:rsidR="001D664D" w:rsidRDefault="001D664D">
      <w:r>
        <w:separator/>
      </w:r>
    </w:p>
  </w:endnote>
  <w:endnote w:type="continuationSeparator" w:id="0">
    <w:p w14:paraId="2D09677D" w14:textId="77777777" w:rsidR="001D664D" w:rsidRDefault="001D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BC75" w14:textId="77777777" w:rsidR="001D664D" w:rsidRDefault="001D664D">
      <w:r>
        <w:separator/>
      </w:r>
    </w:p>
  </w:footnote>
  <w:footnote w:type="continuationSeparator" w:id="0">
    <w:p w14:paraId="0CE4B941" w14:textId="77777777" w:rsidR="001D664D" w:rsidRDefault="001D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583AAC6E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DD72BF">
      <w:rPr>
        <w:rFonts w:ascii="Arial" w:hAnsi="Arial" w:cs="Arial"/>
        <w:b/>
        <w:szCs w:val="24"/>
        <w:lang w:val="nl-BE"/>
      </w:rPr>
      <w:t xml:space="preserve">Geberit </w:t>
    </w:r>
    <w:r w:rsidR="00164AC6">
      <w:rPr>
        <w:rFonts w:ascii="Arial" w:hAnsi="Arial" w:cs="Arial"/>
        <w:b/>
        <w:szCs w:val="24"/>
        <w:lang w:val="nl-BE"/>
      </w:rPr>
      <w:t>Selnova</w:t>
    </w:r>
    <w:r w:rsidR="007B49B6">
      <w:rPr>
        <w:rFonts w:ascii="Arial" w:hAnsi="Arial" w:cs="Arial"/>
        <w:b/>
        <w:szCs w:val="24"/>
        <w:lang w:val="nl-BE"/>
      </w:rPr>
      <w:t xml:space="preserve"> Square</w:t>
    </w:r>
    <w:r w:rsidRPr="00DD72BF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664D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928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9B6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382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C5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91B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E62FB2-25DC-47CB-BE52-AB1AA55E465C}"/>
</file>

<file path=customXml/itemProps2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</cp:revision>
  <cp:lastPrinted>2011-12-15T11:14:00Z</cp:lastPrinted>
  <dcterms:created xsi:type="dcterms:W3CDTF">2023-10-27T14:40:00Z</dcterms:created>
  <dcterms:modified xsi:type="dcterms:W3CDTF">2023-11-02T08:55:00Z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2023-10-27T14:39:42Z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432400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